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110" w:rsidRPr="007B412D" w:rsidRDefault="00B63110" w:rsidP="000D41D0">
      <w:pPr>
        <w:pStyle w:val="NormalWeb"/>
        <w:spacing w:after="0" w:afterAutospacing="0"/>
        <w:jc w:val="both"/>
        <w:rPr>
          <w:rFonts w:ascii="Trebuchet MS" w:hAnsi="Trebuchet MS"/>
          <w:b/>
          <w:i/>
          <w:color w:val="333399"/>
        </w:rPr>
      </w:pPr>
      <w:r>
        <w:rPr>
          <w:noProof/>
        </w:rPr>
        <w:pict>
          <v:shape id="Picture 2" o:spid="_x0000_s1026" type="#_x0000_t75" alt="100_0754" style="position:absolute;left:0;text-align:left;margin-left:354.25pt;margin-top:6.4pt;width:151.2pt;height:142.05pt;z-index:251658240;visibility:visible;mso-wrap-distance-left:9.96pt;mso-wrap-distance-top:1.92pt;mso-wrap-distance-right:3.23764mm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">
            <v:imagedata r:id="rId7" o:title=""/>
            <o:lock v:ext="edit" aspectratio="f"/>
          </v:shape>
        </w:pict>
      </w:r>
      <w:smartTag w:uri="urn:schemas-microsoft-com:office:smarttags" w:element="City">
        <w:smartTag w:uri="urn:schemas-microsoft-com:office:smarttags" w:element="place">
          <w:r w:rsidRPr="007B412D">
            <w:rPr>
              <w:rFonts w:ascii="Trebuchet MS" w:hAnsi="Trebuchet MS"/>
              <w:b/>
              <w:i/>
              <w:color w:val="333399"/>
            </w:rPr>
            <w:t>St Joseph</w:t>
          </w:r>
        </w:smartTag>
      </w:smartTag>
      <w:r w:rsidRPr="007B412D">
        <w:rPr>
          <w:rFonts w:ascii="Trebuchet MS" w:hAnsi="Trebuchet MS"/>
          <w:b/>
          <w:i/>
          <w:color w:val="333399"/>
        </w:rPr>
        <w:t>’s Primary School</w:t>
      </w:r>
    </w:p>
    <w:p w:rsidR="00B63110" w:rsidRPr="007B412D" w:rsidRDefault="00B63110" w:rsidP="000D41D0">
      <w:pPr>
        <w:pStyle w:val="NormalWeb"/>
        <w:spacing w:after="0" w:afterAutospacing="0"/>
        <w:jc w:val="both"/>
        <w:rPr>
          <w:rFonts w:ascii="Trebuchet MS" w:hAnsi="Trebuchet MS"/>
          <w:b/>
          <w:i/>
          <w:color w:val="333399"/>
        </w:rPr>
      </w:pPr>
      <w:r w:rsidRPr="007B412D">
        <w:rPr>
          <w:rFonts w:ascii="Trebuchet MS" w:hAnsi="Trebuchet MS"/>
          <w:b/>
          <w:i/>
          <w:color w:val="333399"/>
        </w:rPr>
        <w:t>Condobolin</w:t>
      </w:r>
    </w:p>
    <w:p w:rsidR="00B63110" w:rsidRPr="007B412D" w:rsidRDefault="00B63110" w:rsidP="004B685E">
      <w:pPr>
        <w:pStyle w:val="NormalWeb"/>
        <w:spacing w:before="0" w:beforeAutospacing="0" w:after="0" w:afterAutospacing="0"/>
        <w:jc w:val="both"/>
        <w:rPr>
          <w:rFonts w:ascii="Trebuchet MS" w:hAnsi="Trebuchet MS"/>
          <w:b/>
          <w:i/>
          <w:color w:val="333399"/>
          <w:sz w:val="16"/>
          <w:szCs w:val="16"/>
        </w:rPr>
      </w:pPr>
    </w:p>
    <w:p w:rsidR="00B63110" w:rsidRPr="007B412D" w:rsidRDefault="00B63110" w:rsidP="001D63DF">
      <w:pPr>
        <w:pStyle w:val="BodyText"/>
        <w:rPr>
          <w:b/>
          <w:i/>
          <w:color w:val="333399"/>
          <w:sz w:val="36"/>
          <w:szCs w:val="36"/>
        </w:rPr>
      </w:pPr>
      <w:r w:rsidRPr="007B412D">
        <w:rPr>
          <w:b/>
          <w:i/>
          <w:color w:val="333399"/>
          <w:sz w:val="36"/>
          <w:szCs w:val="36"/>
        </w:rPr>
        <w:t xml:space="preserve">             </w:t>
      </w:r>
      <w:r>
        <w:rPr>
          <w:b/>
          <w:i/>
          <w:color w:val="333399"/>
          <w:sz w:val="36"/>
          <w:szCs w:val="36"/>
        </w:rPr>
        <w:t xml:space="preserve">               </w:t>
      </w:r>
      <w:r w:rsidRPr="007B412D">
        <w:rPr>
          <w:b/>
          <w:i/>
          <w:color w:val="333399"/>
          <w:sz w:val="36"/>
          <w:szCs w:val="36"/>
        </w:rPr>
        <w:t xml:space="preserve">  Leaders Transforming</w:t>
      </w:r>
    </w:p>
    <w:p w:rsidR="00B63110" w:rsidRPr="007B412D" w:rsidRDefault="00B63110" w:rsidP="001D63DF">
      <w:pPr>
        <w:pStyle w:val="BodyText"/>
        <w:rPr>
          <w:b/>
          <w:i/>
          <w:color w:val="333399"/>
          <w:sz w:val="36"/>
          <w:szCs w:val="36"/>
        </w:rPr>
      </w:pPr>
      <w:r w:rsidRPr="007B412D">
        <w:rPr>
          <w:b/>
          <w:i/>
          <w:color w:val="333399"/>
          <w:sz w:val="36"/>
          <w:szCs w:val="36"/>
        </w:rPr>
        <w:t xml:space="preserve">                </w:t>
      </w:r>
      <w:r>
        <w:rPr>
          <w:b/>
          <w:i/>
          <w:color w:val="333399"/>
          <w:sz w:val="36"/>
          <w:szCs w:val="36"/>
        </w:rPr>
        <w:t xml:space="preserve">                  </w:t>
      </w:r>
      <w:r w:rsidRPr="007B412D">
        <w:rPr>
          <w:b/>
          <w:i/>
          <w:color w:val="333399"/>
          <w:sz w:val="36"/>
          <w:szCs w:val="36"/>
        </w:rPr>
        <w:t xml:space="preserve">        Learning &amp; Learners</w:t>
      </w:r>
    </w:p>
    <w:p w:rsidR="00B63110" w:rsidRPr="007B412D" w:rsidRDefault="00B63110" w:rsidP="001D63DF">
      <w:pPr>
        <w:pStyle w:val="BodyText"/>
        <w:rPr>
          <w:b/>
          <w:i/>
          <w:color w:val="333399"/>
          <w:sz w:val="36"/>
          <w:szCs w:val="36"/>
        </w:rPr>
      </w:pPr>
      <w:r w:rsidRPr="007B412D">
        <w:rPr>
          <w:b/>
          <w:i/>
          <w:color w:val="333399"/>
          <w:sz w:val="36"/>
          <w:szCs w:val="36"/>
        </w:rPr>
        <w:t>Action Plan 2011</w:t>
      </w:r>
    </w:p>
    <w:p w:rsidR="00B63110" w:rsidRDefault="00B63110" w:rsidP="006C61C9">
      <w:pPr>
        <w:pStyle w:val="NormalWeb"/>
        <w:spacing w:after="0" w:afterAutospacing="0"/>
        <w:jc w:val="both"/>
        <w:rPr>
          <w:rFonts w:ascii="Arial" w:hAnsi="Arial" w:cs="Arial"/>
          <w:sz w:val="20"/>
          <w:szCs w:val="20"/>
        </w:rPr>
      </w:pPr>
    </w:p>
    <w:p w:rsidR="00B63110" w:rsidRPr="006C61C9" w:rsidRDefault="00B63110" w:rsidP="006C61C9">
      <w:pPr>
        <w:pStyle w:val="NormalWeb"/>
        <w:spacing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.15pt;margin-top:11.6pt;width:129.35pt;height:0;z-index:251659264" o:connectortype="straight" strokecolor="#243f60" strokeweight="3pt">
            <v:shadow on="t" color="#7f7f7f" opacity=".5" offset="-6pt,-6pt"/>
          </v:shape>
        </w:pict>
      </w:r>
    </w:p>
    <w:p w:rsidR="00B63110" w:rsidRPr="002D5959" w:rsidRDefault="00B63110" w:rsidP="00C6343E">
      <w:pPr>
        <w:pStyle w:val="BodyText"/>
        <w:rPr>
          <w:i/>
        </w:rPr>
      </w:pPr>
      <w:r w:rsidRPr="001C37DE">
        <w:rPr>
          <w:color w:val="333399"/>
        </w:rPr>
        <w:t>Focus</w:t>
      </w:r>
    </w:p>
    <w:p w:rsidR="00B63110" w:rsidRDefault="00B63110" w:rsidP="00C6343E">
      <w:pPr>
        <w:pStyle w:val="BodyText"/>
        <w:rPr>
          <w:b/>
          <w:u w:val="single"/>
        </w:rPr>
      </w:pPr>
    </w:p>
    <w:p w:rsidR="00B63110" w:rsidRPr="002D5959" w:rsidRDefault="00B63110" w:rsidP="00C6343E">
      <w:pPr>
        <w:pStyle w:val="BodyText"/>
        <w:rPr>
          <w:b/>
          <w:sz w:val="24"/>
          <w:szCs w:val="24"/>
          <w:u w:val="single"/>
        </w:rPr>
      </w:pPr>
      <w:r w:rsidRPr="002D5959">
        <w:rPr>
          <w:b/>
          <w:sz w:val="24"/>
          <w:szCs w:val="24"/>
          <w:u w:val="single"/>
        </w:rPr>
        <w:t>Within the area of writing</w:t>
      </w:r>
    </w:p>
    <w:p w:rsidR="00B63110" w:rsidRDefault="00B63110" w:rsidP="0005227B">
      <w:pPr>
        <w:pStyle w:val="BodyText"/>
      </w:pPr>
    </w:p>
    <w:p w:rsidR="00B63110" w:rsidRPr="002D5959" w:rsidRDefault="00B63110" w:rsidP="0005227B">
      <w:pPr>
        <w:pStyle w:val="BodyText"/>
        <w:rPr>
          <w:sz w:val="24"/>
          <w:szCs w:val="24"/>
        </w:rPr>
      </w:pPr>
      <w:r w:rsidRPr="002D5959">
        <w:rPr>
          <w:sz w:val="24"/>
          <w:szCs w:val="24"/>
        </w:rPr>
        <w:t>We want to:</w:t>
      </w:r>
    </w:p>
    <w:p w:rsidR="00B63110" w:rsidRPr="002D5959" w:rsidRDefault="00B63110" w:rsidP="00C0348A">
      <w:pPr>
        <w:pStyle w:val="BodyText"/>
        <w:rPr>
          <w:sz w:val="24"/>
          <w:szCs w:val="24"/>
        </w:rPr>
      </w:pPr>
      <w:r w:rsidRPr="002D5959">
        <w:rPr>
          <w:sz w:val="24"/>
          <w:szCs w:val="24"/>
        </w:rPr>
        <w:t>develop standards for assessment and learning;</w:t>
      </w:r>
    </w:p>
    <w:p w:rsidR="00B63110" w:rsidRPr="002D5959" w:rsidRDefault="00B63110" w:rsidP="00C6343E">
      <w:pPr>
        <w:pStyle w:val="BodyText"/>
        <w:numPr>
          <w:ilvl w:val="0"/>
          <w:numId w:val="15"/>
        </w:numPr>
        <w:rPr>
          <w:sz w:val="24"/>
          <w:szCs w:val="24"/>
        </w:rPr>
      </w:pPr>
      <w:r w:rsidRPr="002D5959">
        <w:rPr>
          <w:sz w:val="24"/>
          <w:szCs w:val="24"/>
        </w:rPr>
        <w:t>Develops standards that are clear and known by all staff, students and parents</w:t>
      </w:r>
    </w:p>
    <w:p w:rsidR="00B63110" w:rsidRPr="002D5959" w:rsidRDefault="00B63110" w:rsidP="00C6343E">
      <w:pPr>
        <w:pStyle w:val="BodyText"/>
        <w:numPr>
          <w:ilvl w:val="0"/>
          <w:numId w:val="15"/>
        </w:numPr>
        <w:rPr>
          <w:sz w:val="24"/>
          <w:szCs w:val="24"/>
        </w:rPr>
      </w:pPr>
      <w:r w:rsidRPr="002D5959">
        <w:rPr>
          <w:sz w:val="24"/>
          <w:szCs w:val="24"/>
        </w:rPr>
        <w:t>Matches performance against standards</w:t>
      </w:r>
    </w:p>
    <w:p w:rsidR="00B63110" w:rsidRPr="002D5959" w:rsidRDefault="00B63110" w:rsidP="00C6343E">
      <w:pPr>
        <w:pStyle w:val="BodyText"/>
        <w:numPr>
          <w:ilvl w:val="0"/>
          <w:numId w:val="15"/>
        </w:numPr>
        <w:rPr>
          <w:sz w:val="24"/>
          <w:szCs w:val="24"/>
        </w:rPr>
      </w:pPr>
      <w:r w:rsidRPr="002D5959">
        <w:rPr>
          <w:sz w:val="24"/>
          <w:szCs w:val="24"/>
        </w:rPr>
        <w:t>Uses assessment data to shape teaching and learning</w:t>
      </w:r>
    </w:p>
    <w:p w:rsidR="00B63110" w:rsidRPr="002D5959" w:rsidRDefault="00B63110" w:rsidP="00785C76">
      <w:pPr>
        <w:pStyle w:val="BodyText"/>
        <w:numPr>
          <w:ilvl w:val="0"/>
          <w:numId w:val="15"/>
        </w:numPr>
        <w:rPr>
          <w:sz w:val="24"/>
          <w:szCs w:val="24"/>
        </w:rPr>
      </w:pPr>
      <w:r w:rsidRPr="002D5959">
        <w:rPr>
          <w:sz w:val="24"/>
          <w:szCs w:val="24"/>
        </w:rPr>
        <w:t>Provides authentic learning experiences</w:t>
      </w:r>
    </w:p>
    <w:p w:rsidR="00B63110" w:rsidRPr="002D5959" w:rsidRDefault="00B63110" w:rsidP="00C0348A">
      <w:pPr>
        <w:pStyle w:val="BodyText"/>
        <w:rPr>
          <w:sz w:val="24"/>
          <w:szCs w:val="24"/>
        </w:rPr>
      </w:pPr>
      <w:r w:rsidRPr="002D5959">
        <w:rPr>
          <w:sz w:val="24"/>
          <w:szCs w:val="24"/>
        </w:rPr>
        <w:t>improved student engagement;</w:t>
      </w:r>
    </w:p>
    <w:p w:rsidR="00B63110" w:rsidRPr="002D5959" w:rsidRDefault="00B63110" w:rsidP="006C61C9">
      <w:pPr>
        <w:pStyle w:val="BodyText"/>
        <w:numPr>
          <w:ilvl w:val="0"/>
          <w:numId w:val="17"/>
        </w:numPr>
        <w:rPr>
          <w:sz w:val="24"/>
          <w:szCs w:val="24"/>
        </w:rPr>
      </w:pPr>
      <w:r w:rsidRPr="002D5959">
        <w:rPr>
          <w:sz w:val="24"/>
          <w:szCs w:val="24"/>
        </w:rPr>
        <w:t>Is explicitly focussed on individual goal setting</w:t>
      </w:r>
    </w:p>
    <w:p w:rsidR="00B63110" w:rsidRPr="002D5959" w:rsidRDefault="00B63110" w:rsidP="006C61C9">
      <w:pPr>
        <w:pStyle w:val="BodyText"/>
        <w:numPr>
          <w:ilvl w:val="0"/>
          <w:numId w:val="17"/>
        </w:numPr>
        <w:rPr>
          <w:sz w:val="24"/>
          <w:szCs w:val="24"/>
        </w:rPr>
      </w:pPr>
      <w:r w:rsidRPr="002D5959">
        <w:rPr>
          <w:sz w:val="24"/>
          <w:szCs w:val="24"/>
        </w:rPr>
        <w:t xml:space="preserve">Uses Information Communication Technology </w:t>
      </w:r>
    </w:p>
    <w:p w:rsidR="00B63110" w:rsidRPr="002D5959" w:rsidRDefault="00B63110" w:rsidP="006C61C9">
      <w:pPr>
        <w:pStyle w:val="BodyText"/>
        <w:numPr>
          <w:ilvl w:val="0"/>
          <w:numId w:val="17"/>
        </w:numPr>
        <w:rPr>
          <w:sz w:val="24"/>
          <w:szCs w:val="24"/>
        </w:rPr>
      </w:pPr>
      <w:r w:rsidRPr="002D5959">
        <w:rPr>
          <w:sz w:val="24"/>
          <w:szCs w:val="24"/>
        </w:rPr>
        <w:t>Seeks to make learning relevant to the lives of students</w:t>
      </w:r>
    </w:p>
    <w:p w:rsidR="00B63110" w:rsidRPr="002D5959" w:rsidRDefault="00B63110" w:rsidP="006C61C9">
      <w:pPr>
        <w:pStyle w:val="BodyText"/>
        <w:numPr>
          <w:ilvl w:val="0"/>
          <w:numId w:val="17"/>
        </w:numPr>
        <w:rPr>
          <w:sz w:val="24"/>
          <w:szCs w:val="24"/>
        </w:rPr>
      </w:pPr>
      <w:r w:rsidRPr="002D5959">
        <w:rPr>
          <w:sz w:val="24"/>
          <w:szCs w:val="24"/>
        </w:rPr>
        <w:t>Enables transfer to new situations</w:t>
      </w:r>
    </w:p>
    <w:p w:rsidR="00B63110" w:rsidRDefault="00B63110" w:rsidP="0005227B">
      <w:pPr>
        <w:pStyle w:val="BodyText"/>
      </w:pPr>
    </w:p>
    <w:p w:rsidR="00B63110" w:rsidRPr="001C37DE" w:rsidRDefault="00B63110" w:rsidP="0005227B">
      <w:pPr>
        <w:pStyle w:val="BodyText"/>
        <w:rPr>
          <w:color w:val="333399"/>
        </w:rPr>
      </w:pPr>
      <w:r w:rsidRPr="001C37DE">
        <w:rPr>
          <w:color w:val="333399"/>
        </w:rPr>
        <w:t>People</w:t>
      </w:r>
    </w:p>
    <w:p w:rsidR="00B63110" w:rsidRDefault="00B63110" w:rsidP="00821BC0">
      <w:pPr>
        <w:pStyle w:val="BodyText"/>
      </w:pPr>
      <w:r>
        <w:t xml:space="preserve">Students at </w:t>
      </w:r>
      <w:smartTag w:uri="urn:schemas-microsoft-com:office:smarttags" w:element="place">
        <w:smartTag w:uri="urn:schemas-microsoft-com:office:smarttags" w:element="City">
          <w:r>
            <w:t>St Joseph</w:t>
          </w:r>
        </w:smartTag>
      </w:smartTag>
      <w:r>
        <w:t>’s Condobolin</w:t>
      </w:r>
    </w:p>
    <w:p w:rsidR="00B63110" w:rsidRDefault="00B63110" w:rsidP="0005227B">
      <w:pPr>
        <w:pStyle w:val="BodyText"/>
      </w:pPr>
      <w:r>
        <w:t xml:space="preserve">Staff at </w:t>
      </w:r>
      <w:smartTag w:uri="urn:schemas-microsoft-com:office:smarttags" w:element="City">
        <w:smartTag w:uri="urn:schemas-microsoft-com:office:smarttags" w:element="place">
          <w:r>
            <w:t>St Joseph</w:t>
          </w:r>
        </w:smartTag>
      </w:smartTag>
      <w:r>
        <w:t>’s Condobolin</w:t>
      </w:r>
    </w:p>
    <w:p w:rsidR="00B63110" w:rsidRDefault="00B63110" w:rsidP="0005227B">
      <w:pPr>
        <w:pStyle w:val="BodyText"/>
      </w:pPr>
      <w:r>
        <w:t>Parents and Carers</w:t>
      </w:r>
    </w:p>
    <w:p w:rsidR="00B63110" w:rsidRDefault="00B63110" w:rsidP="0005227B">
      <w:pPr>
        <w:pStyle w:val="BodyText"/>
      </w:pPr>
    </w:p>
    <w:p w:rsidR="00B63110" w:rsidRPr="001C37DE" w:rsidRDefault="00B63110" w:rsidP="0005227B">
      <w:pPr>
        <w:pStyle w:val="BodyText"/>
        <w:rPr>
          <w:color w:val="333399"/>
        </w:rPr>
      </w:pPr>
      <w:r w:rsidRPr="001C37DE">
        <w:rPr>
          <w:color w:val="333399"/>
        </w:rPr>
        <w:t>Resistance</w:t>
      </w:r>
    </w:p>
    <w:p w:rsidR="00B63110" w:rsidRDefault="00B63110" w:rsidP="0005227B">
      <w:pPr>
        <w:pStyle w:val="BodyText"/>
      </w:pPr>
      <w:r>
        <w:t>Time</w:t>
      </w:r>
    </w:p>
    <w:p w:rsidR="00B63110" w:rsidRDefault="00B63110" w:rsidP="0005227B">
      <w:pPr>
        <w:pStyle w:val="BodyText"/>
      </w:pPr>
      <w:r>
        <w:t>Adequate Resources</w:t>
      </w:r>
    </w:p>
    <w:p w:rsidR="00B63110" w:rsidRDefault="00B63110" w:rsidP="0005227B">
      <w:pPr>
        <w:pStyle w:val="BodyText"/>
      </w:pPr>
      <w:r>
        <w:t>Differing levels of Staff Knowledge &amp; Understanding</w:t>
      </w:r>
    </w:p>
    <w:p w:rsidR="00B63110" w:rsidRDefault="00B63110" w:rsidP="0005227B">
      <w:pPr>
        <w:pStyle w:val="BodyText"/>
      </w:pPr>
    </w:p>
    <w:p w:rsidR="00B63110" w:rsidRPr="007B412D" w:rsidRDefault="00B63110" w:rsidP="002D5959">
      <w:pPr>
        <w:pStyle w:val="NormalWeb"/>
        <w:spacing w:after="0" w:afterAutospacing="0"/>
        <w:jc w:val="both"/>
        <w:rPr>
          <w:rFonts w:ascii="Trebuchet MS" w:hAnsi="Trebuchet MS"/>
          <w:b/>
          <w:i/>
          <w:color w:val="333399"/>
        </w:rPr>
      </w:pPr>
      <w:r>
        <w:rPr>
          <w:noProof/>
        </w:rPr>
        <w:pict>
          <v:shape id="_x0000_s1028" type="#_x0000_t75" alt="100_0754" style="position:absolute;left:0;text-align:left;margin-left:354.25pt;margin-top:6.4pt;width:151.2pt;height:142.05pt;z-index:251660288;visibility:visible;mso-wrap-distance-left:9.96pt;mso-wrap-distance-top:1.92pt;mso-wrap-distance-right:3.23764mm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">
            <v:imagedata r:id="rId7" o:title=""/>
            <o:lock v:ext="edit" aspectratio="f"/>
          </v:shape>
        </w:pict>
      </w:r>
      <w:smartTag w:uri="urn:schemas-microsoft-com:office:smarttags" w:element="place">
        <w:smartTag w:uri="urn:schemas-microsoft-com:office:smarttags" w:element="City">
          <w:r w:rsidRPr="007B412D">
            <w:rPr>
              <w:rFonts w:ascii="Trebuchet MS" w:hAnsi="Trebuchet MS"/>
              <w:b/>
              <w:i/>
              <w:color w:val="333399"/>
            </w:rPr>
            <w:t>St Joseph</w:t>
          </w:r>
        </w:smartTag>
      </w:smartTag>
      <w:r w:rsidRPr="007B412D">
        <w:rPr>
          <w:rFonts w:ascii="Trebuchet MS" w:hAnsi="Trebuchet MS"/>
          <w:b/>
          <w:i/>
          <w:color w:val="333399"/>
        </w:rPr>
        <w:t>’s Primary School</w:t>
      </w:r>
    </w:p>
    <w:p w:rsidR="00B63110" w:rsidRPr="007B412D" w:rsidRDefault="00B63110" w:rsidP="002D5959">
      <w:pPr>
        <w:pStyle w:val="NormalWeb"/>
        <w:spacing w:after="0" w:afterAutospacing="0"/>
        <w:jc w:val="both"/>
        <w:rPr>
          <w:rFonts w:ascii="Trebuchet MS" w:hAnsi="Trebuchet MS"/>
          <w:b/>
          <w:i/>
          <w:color w:val="333399"/>
        </w:rPr>
      </w:pPr>
      <w:r w:rsidRPr="007B412D">
        <w:rPr>
          <w:rFonts w:ascii="Trebuchet MS" w:hAnsi="Trebuchet MS"/>
          <w:b/>
          <w:i/>
          <w:color w:val="333399"/>
        </w:rPr>
        <w:t>Condobolin</w:t>
      </w:r>
    </w:p>
    <w:p w:rsidR="00B63110" w:rsidRPr="007B412D" w:rsidRDefault="00B63110" w:rsidP="002D5959">
      <w:pPr>
        <w:pStyle w:val="NormalWeb"/>
        <w:spacing w:before="0" w:beforeAutospacing="0" w:after="0" w:afterAutospacing="0"/>
        <w:jc w:val="both"/>
        <w:rPr>
          <w:rFonts w:ascii="Trebuchet MS" w:hAnsi="Trebuchet MS"/>
          <w:b/>
          <w:i/>
          <w:color w:val="333399"/>
          <w:sz w:val="16"/>
          <w:szCs w:val="16"/>
        </w:rPr>
      </w:pPr>
    </w:p>
    <w:p w:rsidR="00B63110" w:rsidRPr="007B412D" w:rsidRDefault="00B63110" w:rsidP="002D5959">
      <w:pPr>
        <w:pStyle w:val="BodyText"/>
        <w:rPr>
          <w:b/>
          <w:i/>
          <w:color w:val="333399"/>
          <w:sz w:val="36"/>
          <w:szCs w:val="36"/>
        </w:rPr>
      </w:pPr>
      <w:r w:rsidRPr="007B412D">
        <w:rPr>
          <w:b/>
          <w:i/>
          <w:color w:val="333399"/>
          <w:sz w:val="36"/>
          <w:szCs w:val="36"/>
        </w:rPr>
        <w:t xml:space="preserve">             </w:t>
      </w:r>
      <w:r>
        <w:rPr>
          <w:b/>
          <w:i/>
          <w:color w:val="333399"/>
          <w:sz w:val="36"/>
          <w:szCs w:val="36"/>
        </w:rPr>
        <w:t xml:space="preserve">               </w:t>
      </w:r>
      <w:r w:rsidRPr="007B412D">
        <w:rPr>
          <w:b/>
          <w:i/>
          <w:color w:val="333399"/>
          <w:sz w:val="36"/>
          <w:szCs w:val="36"/>
        </w:rPr>
        <w:t xml:space="preserve">  Leaders Transforming</w:t>
      </w:r>
    </w:p>
    <w:p w:rsidR="00B63110" w:rsidRPr="007B412D" w:rsidRDefault="00B63110" w:rsidP="002D5959">
      <w:pPr>
        <w:pStyle w:val="BodyText"/>
        <w:rPr>
          <w:b/>
          <w:i/>
          <w:color w:val="333399"/>
          <w:sz w:val="36"/>
          <w:szCs w:val="36"/>
        </w:rPr>
      </w:pPr>
      <w:r w:rsidRPr="007B412D">
        <w:rPr>
          <w:b/>
          <w:i/>
          <w:color w:val="333399"/>
          <w:sz w:val="36"/>
          <w:szCs w:val="36"/>
        </w:rPr>
        <w:t xml:space="preserve">                </w:t>
      </w:r>
      <w:r>
        <w:rPr>
          <w:b/>
          <w:i/>
          <w:color w:val="333399"/>
          <w:sz w:val="36"/>
          <w:szCs w:val="36"/>
        </w:rPr>
        <w:t xml:space="preserve">                  </w:t>
      </w:r>
      <w:r w:rsidRPr="007B412D">
        <w:rPr>
          <w:b/>
          <w:i/>
          <w:color w:val="333399"/>
          <w:sz w:val="36"/>
          <w:szCs w:val="36"/>
        </w:rPr>
        <w:t xml:space="preserve">        Learning &amp; Learners</w:t>
      </w:r>
    </w:p>
    <w:p w:rsidR="00B63110" w:rsidRPr="007B412D" w:rsidRDefault="00B63110" w:rsidP="002D5959">
      <w:pPr>
        <w:pStyle w:val="BodyText"/>
        <w:rPr>
          <w:b/>
          <w:i/>
          <w:color w:val="333399"/>
          <w:sz w:val="36"/>
          <w:szCs w:val="36"/>
        </w:rPr>
      </w:pPr>
      <w:r w:rsidRPr="007B412D">
        <w:rPr>
          <w:b/>
          <w:i/>
          <w:color w:val="333399"/>
          <w:sz w:val="36"/>
          <w:szCs w:val="36"/>
        </w:rPr>
        <w:t>Action Plan 2011</w:t>
      </w:r>
    </w:p>
    <w:p w:rsidR="00B63110" w:rsidRDefault="00B63110" w:rsidP="002D5959">
      <w:pPr>
        <w:pStyle w:val="NormalWeb"/>
        <w:spacing w:after="0" w:afterAutospacing="0"/>
        <w:jc w:val="both"/>
        <w:rPr>
          <w:rFonts w:ascii="Arial" w:hAnsi="Arial" w:cs="Arial"/>
          <w:sz w:val="20"/>
          <w:szCs w:val="20"/>
        </w:rPr>
      </w:pPr>
    </w:p>
    <w:p w:rsidR="00B63110" w:rsidRPr="006C61C9" w:rsidRDefault="00B63110" w:rsidP="002D5959">
      <w:pPr>
        <w:pStyle w:val="NormalWeb"/>
        <w:spacing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29" type="#_x0000_t32" style="position:absolute;left:0;text-align:left;margin-left:.15pt;margin-top:11.6pt;width:129.35pt;height:0;z-index:251661312" o:connectortype="straight" strokecolor="#243f60" strokeweight="3pt">
            <v:shadow on="t" color="#7f7f7f" opacity=".5" offset="-6pt,-6pt"/>
          </v:shape>
        </w:pict>
      </w:r>
    </w:p>
    <w:p w:rsidR="00B63110" w:rsidRPr="002D5959" w:rsidRDefault="00B63110" w:rsidP="002D5959">
      <w:pPr>
        <w:pStyle w:val="BodyText"/>
      </w:pPr>
    </w:p>
    <w:p w:rsidR="00B63110" w:rsidRPr="001C37DE" w:rsidRDefault="00B63110" w:rsidP="002D5959">
      <w:pPr>
        <w:pStyle w:val="BodyText"/>
        <w:rPr>
          <w:color w:val="333399"/>
        </w:rPr>
      </w:pPr>
      <w:r w:rsidRPr="001C37DE">
        <w:rPr>
          <w:color w:val="333399"/>
        </w:rPr>
        <w:t>Assistance</w:t>
      </w:r>
    </w:p>
    <w:p w:rsidR="00B63110" w:rsidRDefault="00B63110" w:rsidP="002D5959">
      <w:pPr>
        <w:pStyle w:val="BodyText"/>
      </w:pPr>
      <w:r>
        <w:t>Each other</w:t>
      </w:r>
    </w:p>
    <w:p w:rsidR="00B63110" w:rsidRDefault="00B63110" w:rsidP="002D5959">
      <w:pPr>
        <w:pStyle w:val="BodyText"/>
      </w:pPr>
      <w:r>
        <w:t>Catholic Education Office Teacher Educators</w:t>
      </w:r>
    </w:p>
    <w:p w:rsidR="00B63110" w:rsidRDefault="00B63110" w:rsidP="00A01899">
      <w:pPr>
        <w:pStyle w:val="BodyText"/>
      </w:pPr>
      <w:r>
        <w:t>Other School within &amp; outside the Diocese</w:t>
      </w:r>
    </w:p>
    <w:p w:rsidR="00B63110" w:rsidRDefault="00B63110" w:rsidP="00A01899">
      <w:pPr>
        <w:pStyle w:val="BodyText"/>
      </w:pPr>
      <w:r>
        <w:t>First Steps Professional Development</w:t>
      </w:r>
    </w:p>
    <w:p w:rsidR="00B63110" w:rsidRDefault="00B63110" w:rsidP="00A01899">
      <w:pPr>
        <w:pStyle w:val="BodyText"/>
      </w:pPr>
      <w:r>
        <w:t>ARC</w:t>
      </w:r>
    </w:p>
    <w:p w:rsidR="00B63110" w:rsidRDefault="00B63110" w:rsidP="0005227B">
      <w:pPr>
        <w:pStyle w:val="BodyText"/>
      </w:pPr>
    </w:p>
    <w:p w:rsidR="00B63110" w:rsidRPr="001C37DE" w:rsidRDefault="00B63110" w:rsidP="0005227B">
      <w:pPr>
        <w:pStyle w:val="BodyText"/>
        <w:rPr>
          <w:color w:val="333399"/>
        </w:rPr>
      </w:pPr>
      <w:r w:rsidRPr="001C37DE">
        <w:rPr>
          <w:color w:val="333399"/>
        </w:rPr>
        <w:t>Our Learning</w:t>
      </w:r>
    </w:p>
    <w:p w:rsidR="00B63110" w:rsidRPr="001C37DE" w:rsidRDefault="00B63110" w:rsidP="0005227B">
      <w:pPr>
        <w:pStyle w:val="BodyText"/>
        <w:rPr>
          <w:i/>
        </w:rPr>
      </w:pPr>
      <w:r>
        <w:rPr>
          <w:i/>
        </w:rPr>
        <w:t>(</w:t>
      </w:r>
      <w:r w:rsidRPr="001C37DE">
        <w:rPr>
          <w:i/>
        </w:rPr>
        <w:t>What have we learned that we can use?</w:t>
      </w:r>
      <w:r>
        <w:rPr>
          <w:i/>
        </w:rPr>
        <w:t>)</w:t>
      </w:r>
    </w:p>
    <w:p w:rsidR="00B63110" w:rsidRDefault="00B63110" w:rsidP="0005227B">
      <w:pPr>
        <w:pStyle w:val="BodyText"/>
      </w:pPr>
    </w:p>
    <w:p w:rsidR="00B63110" w:rsidRPr="001C37DE" w:rsidRDefault="00B63110" w:rsidP="0005227B">
      <w:pPr>
        <w:pStyle w:val="BodyText"/>
        <w:rPr>
          <w:color w:val="333399"/>
        </w:rPr>
      </w:pPr>
      <w:r w:rsidRPr="001C37DE">
        <w:rPr>
          <w:color w:val="333399"/>
        </w:rPr>
        <w:t>Possible Strategies</w:t>
      </w:r>
    </w:p>
    <w:p w:rsidR="00B63110" w:rsidRPr="001C37DE" w:rsidRDefault="00B63110" w:rsidP="0005227B">
      <w:pPr>
        <w:pStyle w:val="BodyText"/>
        <w:rPr>
          <w:i/>
        </w:rPr>
      </w:pPr>
      <w:r>
        <w:rPr>
          <w:i/>
        </w:rPr>
        <w:t>(</w:t>
      </w:r>
      <w:r w:rsidRPr="001C37DE">
        <w:rPr>
          <w:i/>
        </w:rPr>
        <w:t>What strategies can we think of?</w:t>
      </w:r>
      <w:r>
        <w:rPr>
          <w:i/>
        </w:rPr>
        <w:t xml:space="preserve">  </w:t>
      </w:r>
      <w:r w:rsidRPr="001C37DE">
        <w:rPr>
          <w:i/>
        </w:rPr>
        <w:t>Which will we use?</w:t>
      </w:r>
      <w:r>
        <w:rPr>
          <w:i/>
        </w:rPr>
        <w:t>)</w:t>
      </w:r>
    </w:p>
    <w:p w:rsidR="00B63110" w:rsidRPr="0005227B" w:rsidRDefault="00B63110" w:rsidP="0005227B">
      <w:pPr>
        <w:pStyle w:val="BodyText"/>
      </w:pPr>
    </w:p>
    <w:sectPr w:rsidR="00B63110" w:rsidRPr="0005227B" w:rsidSect="007840A9">
      <w:footerReference w:type="default" r:id="rId8"/>
      <w:pgSz w:w="11906" w:h="16838"/>
      <w:pgMar w:top="426" w:right="707" w:bottom="142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110" w:rsidRDefault="00B63110" w:rsidP="00D428D2">
      <w:pPr>
        <w:spacing w:after="0" w:line="240" w:lineRule="auto"/>
      </w:pPr>
      <w:r>
        <w:separator/>
      </w:r>
    </w:p>
  </w:endnote>
  <w:endnote w:type="continuationSeparator" w:id="0">
    <w:p w:rsidR="00B63110" w:rsidRDefault="00B63110" w:rsidP="00D42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110" w:rsidRPr="00445524" w:rsidRDefault="00B63110" w:rsidP="00D428D2">
    <w:pPr>
      <w:pStyle w:val="Footer"/>
      <w:jc w:val="center"/>
      <w:rPr>
        <w:rFonts w:ascii="Trebuchet MS" w:hAnsi="Trebuchet MS"/>
        <w:b/>
        <w:i/>
        <w:sz w:val="20"/>
        <w:szCs w:val="20"/>
      </w:rPr>
    </w:pPr>
    <w:r w:rsidRPr="00445524">
      <w:rPr>
        <w:rFonts w:ascii="Trebuchet MS" w:hAnsi="Trebuchet MS"/>
        <w:b/>
        <w:i/>
        <w:sz w:val="20"/>
        <w:szCs w:val="20"/>
      </w:rPr>
      <w:t xml:space="preserve">We are a </w:t>
    </w:r>
    <w:smartTag w:uri="urn:schemas-microsoft-com:office:smarttags" w:element="PlaceName">
      <w:smartTag w:uri="urn:schemas-microsoft-com:office:smarttags" w:element="place">
        <w:r w:rsidRPr="00445524">
          <w:rPr>
            <w:rFonts w:ascii="Trebuchet MS" w:hAnsi="Trebuchet MS"/>
            <w:b/>
            <w:i/>
            <w:sz w:val="20"/>
            <w:szCs w:val="20"/>
          </w:rPr>
          <w:t>Fragrance</w:t>
        </w:r>
      </w:smartTag>
      <w:r w:rsidRPr="00445524">
        <w:rPr>
          <w:rFonts w:ascii="Trebuchet MS" w:hAnsi="Trebuchet MS"/>
          <w:b/>
          <w:i/>
          <w:sz w:val="20"/>
          <w:szCs w:val="20"/>
        </w:rPr>
        <w:t xml:space="preserve"> </w:t>
      </w:r>
      <w:smartTag w:uri="urn:schemas-microsoft-com:office:smarttags" w:element="PlaceName">
        <w:r w:rsidRPr="00445524">
          <w:rPr>
            <w:rFonts w:ascii="Trebuchet MS" w:hAnsi="Trebuchet MS"/>
            <w:b/>
            <w:i/>
            <w:sz w:val="20"/>
            <w:szCs w:val="20"/>
          </w:rPr>
          <w:t>Free</w:t>
        </w:r>
      </w:smartTag>
      <w:r w:rsidRPr="00445524">
        <w:rPr>
          <w:rFonts w:ascii="Trebuchet MS" w:hAnsi="Trebuchet MS"/>
          <w:b/>
          <w:i/>
          <w:sz w:val="20"/>
          <w:szCs w:val="20"/>
        </w:rPr>
        <w:t xml:space="preserve"> </w:t>
      </w:r>
      <w:smartTag w:uri="urn:schemas-microsoft-com:office:smarttags" w:element="PlaceType">
        <w:r w:rsidRPr="00445524">
          <w:rPr>
            <w:rFonts w:ascii="Trebuchet MS" w:hAnsi="Trebuchet MS"/>
            <w:b/>
            <w:i/>
            <w:sz w:val="20"/>
            <w:szCs w:val="20"/>
          </w:rPr>
          <w:t>School</w:t>
        </w:r>
      </w:smartTag>
    </w:smartTag>
    <w:r w:rsidRPr="00445524">
      <w:rPr>
        <w:rFonts w:ascii="Trebuchet MS" w:hAnsi="Trebuchet MS"/>
        <w:b/>
        <w:i/>
        <w:sz w:val="20"/>
        <w:szCs w:val="20"/>
      </w:rPr>
      <w:t xml:space="preserve">   -  “Fostering a</w:t>
    </w:r>
    <w:r>
      <w:rPr>
        <w:rFonts w:ascii="Trebuchet MS" w:hAnsi="Trebuchet MS"/>
        <w:b/>
        <w:i/>
        <w:sz w:val="20"/>
        <w:szCs w:val="20"/>
      </w:rPr>
      <w:t>n Educational</w:t>
    </w:r>
    <w:r w:rsidRPr="00445524">
      <w:rPr>
        <w:rFonts w:ascii="Trebuchet MS" w:hAnsi="Trebuchet MS"/>
        <w:b/>
        <w:i/>
        <w:sz w:val="20"/>
        <w:szCs w:val="20"/>
      </w:rPr>
      <w:t xml:space="preserve"> Community of Care”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110" w:rsidRDefault="00B63110" w:rsidP="00D428D2">
      <w:pPr>
        <w:spacing w:after="0" w:line="240" w:lineRule="auto"/>
      </w:pPr>
      <w:r>
        <w:separator/>
      </w:r>
    </w:p>
  </w:footnote>
  <w:footnote w:type="continuationSeparator" w:id="0">
    <w:p w:rsidR="00B63110" w:rsidRDefault="00B63110" w:rsidP="00D42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FFFFFF7C"/>
    <w:multiLevelType w:val="singleLevel"/>
    <w:tmpl w:val="DA5EE2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62477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4E4F0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AD6D9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EC69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6D63A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36A2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BEE3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9E8F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01A2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E780B"/>
    <w:multiLevelType w:val="hybridMultilevel"/>
    <w:tmpl w:val="CEFC0E9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05A7B43"/>
    <w:multiLevelType w:val="multilevel"/>
    <w:tmpl w:val="CEFC0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301C99"/>
    <w:multiLevelType w:val="hybridMultilevel"/>
    <w:tmpl w:val="C7B2AA58"/>
    <w:lvl w:ilvl="0" w:tplc="34421D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7EC83C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321C64"/>
    <w:multiLevelType w:val="hybridMultilevel"/>
    <w:tmpl w:val="B80C27D2"/>
    <w:lvl w:ilvl="0" w:tplc="7EC83CF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1" w:tplc="0C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7315C15"/>
    <w:multiLevelType w:val="hybridMultilevel"/>
    <w:tmpl w:val="D34ED156"/>
    <w:lvl w:ilvl="0" w:tplc="0C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902C31"/>
    <w:multiLevelType w:val="hybridMultilevel"/>
    <w:tmpl w:val="30FCB73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-804"/>
        </w:tabs>
        <w:ind w:left="-80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-84"/>
        </w:tabs>
        <w:ind w:left="-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636"/>
        </w:tabs>
        <w:ind w:left="63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1356"/>
        </w:tabs>
        <w:ind w:left="1356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076"/>
        </w:tabs>
        <w:ind w:left="207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2796"/>
        </w:tabs>
        <w:ind w:left="279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3516"/>
        </w:tabs>
        <w:ind w:left="3516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4236"/>
        </w:tabs>
        <w:ind w:left="4236" w:hanging="360"/>
      </w:pPr>
      <w:rPr>
        <w:rFonts w:ascii="Wingdings" w:hAnsi="Wingdings" w:hint="default"/>
      </w:rPr>
    </w:lvl>
  </w:abstractNum>
  <w:abstractNum w:abstractNumId="16">
    <w:nsid w:val="7F547C02"/>
    <w:multiLevelType w:val="hybridMultilevel"/>
    <w:tmpl w:val="F55A3072"/>
    <w:lvl w:ilvl="0" w:tplc="0C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3"/>
  </w:num>
  <w:num w:numId="14">
    <w:abstractNumId w:val="10"/>
  </w:num>
  <w:num w:numId="15">
    <w:abstractNumId w:val="14"/>
  </w:num>
  <w:num w:numId="16">
    <w:abstractNumId w:val="11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41D0"/>
    <w:rsid w:val="0000113A"/>
    <w:rsid w:val="00007200"/>
    <w:rsid w:val="0001160C"/>
    <w:rsid w:val="00011EFC"/>
    <w:rsid w:val="0005227B"/>
    <w:rsid w:val="000602A7"/>
    <w:rsid w:val="0007340E"/>
    <w:rsid w:val="00076CF4"/>
    <w:rsid w:val="000B7FDB"/>
    <w:rsid w:val="000D41D0"/>
    <w:rsid w:val="000E1D7E"/>
    <w:rsid w:val="000E1EBC"/>
    <w:rsid w:val="000E21BB"/>
    <w:rsid w:val="00101B92"/>
    <w:rsid w:val="001133FE"/>
    <w:rsid w:val="0015774C"/>
    <w:rsid w:val="001756E3"/>
    <w:rsid w:val="001C37DE"/>
    <w:rsid w:val="001D63DF"/>
    <w:rsid w:val="001F0564"/>
    <w:rsid w:val="001F7CD5"/>
    <w:rsid w:val="002022F8"/>
    <w:rsid w:val="00214428"/>
    <w:rsid w:val="00225E5F"/>
    <w:rsid w:val="002443F6"/>
    <w:rsid w:val="0025560F"/>
    <w:rsid w:val="002853E3"/>
    <w:rsid w:val="002A7109"/>
    <w:rsid w:val="002D5959"/>
    <w:rsid w:val="002E11EB"/>
    <w:rsid w:val="002E6CCE"/>
    <w:rsid w:val="0030630D"/>
    <w:rsid w:val="00314BA1"/>
    <w:rsid w:val="00372473"/>
    <w:rsid w:val="003C01B6"/>
    <w:rsid w:val="003E6707"/>
    <w:rsid w:val="00402AAD"/>
    <w:rsid w:val="0040651F"/>
    <w:rsid w:val="00423631"/>
    <w:rsid w:val="00435835"/>
    <w:rsid w:val="00445524"/>
    <w:rsid w:val="004B685E"/>
    <w:rsid w:val="004F3150"/>
    <w:rsid w:val="004F4AC3"/>
    <w:rsid w:val="00504999"/>
    <w:rsid w:val="005058F3"/>
    <w:rsid w:val="005715D0"/>
    <w:rsid w:val="00574FB5"/>
    <w:rsid w:val="00582F62"/>
    <w:rsid w:val="005B2D34"/>
    <w:rsid w:val="005C1EC0"/>
    <w:rsid w:val="005E018C"/>
    <w:rsid w:val="005E0D88"/>
    <w:rsid w:val="005E32E6"/>
    <w:rsid w:val="00601BD6"/>
    <w:rsid w:val="00621B42"/>
    <w:rsid w:val="00630ABA"/>
    <w:rsid w:val="00642B32"/>
    <w:rsid w:val="00676DC0"/>
    <w:rsid w:val="00685D46"/>
    <w:rsid w:val="0069638F"/>
    <w:rsid w:val="006B5591"/>
    <w:rsid w:val="006C61C9"/>
    <w:rsid w:val="006D71D9"/>
    <w:rsid w:val="00701532"/>
    <w:rsid w:val="00710B57"/>
    <w:rsid w:val="00720B65"/>
    <w:rsid w:val="00760843"/>
    <w:rsid w:val="00766BE6"/>
    <w:rsid w:val="00767830"/>
    <w:rsid w:val="007840A9"/>
    <w:rsid w:val="00785C76"/>
    <w:rsid w:val="0078619B"/>
    <w:rsid w:val="007B2200"/>
    <w:rsid w:val="007B412D"/>
    <w:rsid w:val="007E1005"/>
    <w:rsid w:val="007E335F"/>
    <w:rsid w:val="007F0754"/>
    <w:rsid w:val="00821BC0"/>
    <w:rsid w:val="00863CEA"/>
    <w:rsid w:val="00881703"/>
    <w:rsid w:val="008A0424"/>
    <w:rsid w:val="008B4814"/>
    <w:rsid w:val="008B5AD7"/>
    <w:rsid w:val="00902618"/>
    <w:rsid w:val="00905DCA"/>
    <w:rsid w:val="009159D0"/>
    <w:rsid w:val="009608CE"/>
    <w:rsid w:val="0099157F"/>
    <w:rsid w:val="009A55E9"/>
    <w:rsid w:val="00A01899"/>
    <w:rsid w:val="00A047AE"/>
    <w:rsid w:val="00A15BE7"/>
    <w:rsid w:val="00A16F52"/>
    <w:rsid w:val="00A24AE9"/>
    <w:rsid w:val="00A36491"/>
    <w:rsid w:val="00A50E1E"/>
    <w:rsid w:val="00A87456"/>
    <w:rsid w:val="00B04141"/>
    <w:rsid w:val="00B15AF5"/>
    <w:rsid w:val="00B63110"/>
    <w:rsid w:val="00B95412"/>
    <w:rsid w:val="00BA1729"/>
    <w:rsid w:val="00BA407B"/>
    <w:rsid w:val="00BA484C"/>
    <w:rsid w:val="00BB7799"/>
    <w:rsid w:val="00BB7A8A"/>
    <w:rsid w:val="00BD22D5"/>
    <w:rsid w:val="00BE3CE5"/>
    <w:rsid w:val="00BE43A7"/>
    <w:rsid w:val="00BE54D4"/>
    <w:rsid w:val="00BF7A31"/>
    <w:rsid w:val="00C0348A"/>
    <w:rsid w:val="00C061A6"/>
    <w:rsid w:val="00C075F6"/>
    <w:rsid w:val="00C11B69"/>
    <w:rsid w:val="00C14AB5"/>
    <w:rsid w:val="00C31667"/>
    <w:rsid w:val="00C53941"/>
    <w:rsid w:val="00C61B56"/>
    <w:rsid w:val="00C6343E"/>
    <w:rsid w:val="00CA6153"/>
    <w:rsid w:val="00CF0852"/>
    <w:rsid w:val="00D0352F"/>
    <w:rsid w:val="00D20764"/>
    <w:rsid w:val="00D20DBB"/>
    <w:rsid w:val="00D306FB"/>
    <w:rsid w:val="00D313AD"/>
    <w:rsid w:val="00D3393D"/>
    <w:rsid w:val="00D419CD"/>
    <w:rsid w:val="00D428D2"/>
    <w:rsid w:val="00D52475"/>
    <w:rsid w:val="00D8119F"/>
    <w:rsid w:val="00D831E3"/>
    <w:rsid w:val="00D85B62"/>
    <w:rsid w:val="00DA44AE"/>
    <w:rsid w:val="00DB1401"/>
    <w:rsid w:val="00DD5EB3"/>
    <w:rsid w:val="00DE7492"/>
    <w:rsid w:val="00DF38B8"/>
    <w:rsid w:val="00E0668C"/>
    <w:rsid w:val="00E22F96"/>
    <w:rsid w:val="00E27349"/>
    <w:rsid w:val="00E35EDC"/>
    <w:rsid w:val="00E442DE"/>
    <w:rsid w:val="00E47A84"/>
    <w:rsid w:val="00E540A6"/>
    <w:rsid w:val="00E576A9"/>
    <w:rsid w:val="00E64DFB"/>
    <w:rsid w:val="00E741C1"/>
    <w:rsid w:val="00E76794"/>
    <w:rsid w:val="00E83EF7"/>
    <w:rsid w:val="00EA1E92"/>
    <w:rsid w:val="00EB5E3F"/>
    <w:rsid w:val="00EB7D92"/>
    <w:rsid w:val="00ED0CFF"/>
    <w:rsid w:val="00EE162B"/>
    <w:rsid w:val="00EE5882"/>
    <w:rsid w:val="00F27614"/>
    <w:rsid w:val="00F36B34"/>
    <w:rsid w:val="00F761E9"/>
    <w:rsid w:val="00FC1714"/>
    <w:rsid w:val="00FE33B4"/>
    <w:rsid w:val="00FE6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6A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D41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99"/>
    <w:qFormat/>
    <w:rsid w:val="000D41D0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0D4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41D0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D41D0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  <w:lang w:eastAsia="en-US"/>
    </w:rPr>
  </w:style>
  <w:style w:type="paragraph" w:styleId="Title">
    <w:name w:val="Title"/>
    <w:basedOn w:val="Normal"/>
    <w:link w:val="TitleChar"/>
    <w:uiPriority w:val="99"/>
    <w:qFormat/>
    <w:rsid w:val="00E64DFB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u w:val="single"/>
      <w:lang w:eastAsia="en-AU"/>
    </w:rPr>
  </w:style>
  <w:style w:type="character" w:customStyle="1" w:styleId="TitleChar">
    <w:name w:val="Title Char"/>
    <w:basedOn w:val="DefaultParagraphFont"/>
    <w:link w:val="Title"/>
    <w:uiPriority w:val="99"/>
    <w:locked/>
    <w:rsid w:val="00E64DFB"/>
    <w:rPr>
      <w:rFonts w:ascii="Times New Roman" w:hAnsi="Times New Roman" w:cs="Times New Roman"/>
      <w:sz w:val="20"/>
      <w:szCs w:val="20"/>
      <w:u w:val="single"/>
      <w:lang w:eastAsia="en-AU"/>
    </w:rPr>
  </w:style>
  <w:style w:type="paragraph" w:styleId="Subtitle">
    <w:name w:val="Subtitle"/>
    <w:basedOn w:val="Normal"/>
    <w:link w:val="SubtitleChar"/>
    <w:uiPriority w:val="99"/>
    <w:qFormat/>
    <w:rsid w:val="00E64DFB"/>
    <w:pPr>
      <w:spacing w:after="0" w:line="240" w:lineRule="auto"/>
    </w:pPr>
    <w:rPr>
      <w:rFonts w:ascii="Times New Roman" w:eastAsia="Times New Roman" w:hAnsi="Times New Roman"/>
      <w:b/>
      <w:sz w:val="20"/>
      <w:szCs w:val="20"/>
      <w:lang w:eastAsia="en-A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64DFB"/>
    <w:rPr>
      <w:rFonts w:ascii="Times New Roman" w:hAnsi="Times New Roman" w:cs="Times New Roman"/>
      <w:b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rsid w:val="002443F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D428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428D2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D428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428D2"/>
    <w:rPr>
      <w:rFonts w:cs="Times New Roman"/>
      <w:lang w:eastAsia="en-US"/>
    </w:rPr>
  </w:style>
  <w:style w:type="paragraph" w:styleId="BodyText">
    <w:name w:val="Body Text"/>
    <w:basedOn w:val="Normal"/>
    <w:link w:val="BodyTextChar"/>
    <w:uiPriority w:val="99"/>
    <w:rsid w:val="0005227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E656F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9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2</Pages>
  <Words>198</Words>
  <Characters>1129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 Joseph’s Primary</dc:title>
  <dc:subject/>
  <dc:creator>leadbitter</dc:creator>
  <cp:keywords/>
  <dc:description/>
  <cp:lastModifiedBy>kristy.ticehurst</cp:lastModifiedBy>
  <cp:revision>5</cp:revision>
  <cp:lastPrinted>2011-02-03T00:12:00Z</cp:lastPrinted>
  <dcterms:created xsi:type="dcterms:W3CDTF">2011-04-05T06:03:00Z</dcterms:created>
  <dcterms:modified xsi:type="dcterms:W3CDTF">2011-04-06T06:10:00Z</dcterms:modified>
</cp:coreProperties>
</file>